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94A8C" w14:textId="77777777" w:rsidR="00041838" w:rsidRDefault="00041838"/>
    <w:p w14:paraId="179DBF78" w14:textId="77777777" w:rsidR="00041838" w:rsidRDefault="00041838"/>
    <w:tbl>
      <w:tblPr>
        <w:tblStyle w:val="Grilledutableau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638"/>
      </w:tblGrid>
      <w:tr w:rsidR="00135836" w14:paraId="05468BA1" w14:textId="77777777" w:rsidTr="00041838">
        <w:trPr>
          <w:cantSplit/>
          <w:trHeight w:val="567"/>
        </w:trPr>
        <w:tc>
          <w:tcPr>
            <w:tcW w:w="9638" w:type="dxa"/>
          </w:tcPr>
          <w:p w14:paraId="19C71392" w14:textId="77777777" w:rsidR="00135836" w:rsidRPr="0030655A" w:rsidRDefault="007A7997" w:rsidP="00C956D0">
            <w:pPr>
              <w:pStyle w:val="Titredoc"/>
            </w:pPr>
            <w:r>
              <w:t>Attestation de visite des locaux</w:t>
            </w:r>
          </w:p>
        </w:tc>
      </w:tr>
    </w:tbl>
    <w:p w14:paraId="7E674CD1" w14:textId="77777777" w:rsidR="00135836" w:rsidRDefault="00135836"/>
    <w:p w14:paraId="5BFAEA01" w14:textId="77777777" w:rsidR="00135836" w:rsidRDefault="00135836" w:rsidP="005018F1">
      <w:bookmarkStart w:id="0" w:name="_Toc102191124"/>
    </w:p>
    <w:bookmarkEnd w:id="0"/>
    <w:p w14:paraId="43F020C6" w14:textId="77777777" w:rsidR="00546D68" w:rsidRDefault="007A7997" w:rsidP="00FF7BF1">
      <w:pPr>
        <w:pStyle w:val="Titre1"/>
      </w:pPr>
      <w:r>
        <w:t>Objet du marché :</w:t>
      </w:r>
    </w:p>
    <w:p w14:paraId="47EB6F18" w14:textId="6AA79DD2" w:rsidR="00894D06" w:rsidRDefault="00613D98" w:rsidP="007A7997">
      <w:pPr>
        <w:rPr>
          <w:sz w:val="22"/>
          <w:szCs w:val="22"/>
        </w:rPr>
      </w:pPr>
      <w:r w:rsidRPr="00613D98">
        <w:rPr>
          <w:sz w:val="22"/>
          <w:szCs w:val="22"/>
        </w:rPr>
        <w:t>PRESTATIONS DE NETTOYAGE ET D’ENTRETIEN DES LOCAUX ET PRESTATIONS ASSOCIEES DES SITES DE L’EFS HFNO</w:t>
      </w:r>
    </w:p>
    <w:p w14:paraId="3B5E7607" w14:textId="77777777" w:rsidR="00613D98" w:rsidRPr="007A7997" w:rsidRDefault="00613D98" w:rsidP="007A7997"/>
    <w:p w14:paraId="2E11B96C" w14:textId="77777777" w:rsidR="00837A5B" w:rsidRDefault="007A7997" w:rsidP="00837A5B">
      <w:pPr>
        <w:pStyle w:val="Titre1"/>
      </w:pPr>
      <w:r>
        <w:t>Adresse :</w:t>
      </w:r>
    </w:p>
    <w:p w14:paraId="79032592" w14:textId="08A976F2" w:rsidR="001D1C85" w:rsidRDefault="001D1C85" w:rsidP="003F43DC">
      <w:pPr>
        <w:rPr>
          <w:sz w:val="22"/>
          <w:szCs w:val="22"/>
        </w:rPr>
      </w:pPr>
      <w:r>
        <w:rPr>
          <w:sz w:val="22"/>
          <w:szCs w:val="22"/>
        </w:rPr>
        <w:t>EFS</w:t>
      </w:r>
      <w:r w:rsidR="003F43DC">
        <w:rPr>
          <w:sz w:val="22"/>
          <w:szCs w:val="22"/>
        </w:rPr>
        <w:t xml:space="preserve"> </w:t>
      </w:r>
      <w:r w:rsidR="00A50FAA">
        <w:rPr>
          <w:sz w:val="22"/>
          <w:szCs w:val="22"/>
        </w:rPr>
        <w:t xml:space="preserve">Belfort Laboratoires </w:t>
      </w:r>
      <w:r w:rsidR="00613D98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78754A" w:rsidRPr="0078754A">
        <w:rPr>
          <w:sz w:val="22"/>
          <w:szCs w:val="22"/>
        </w:rPr>
        <w:t>10-12 Boulevard de Belfort</w:t>
      </w:r>
      <w:r w:rsidR="0078754A">
        <w:rPr>
          <w:sz w:val="22"/>
          <w:szCs w:val="22"/>
        </w:rPr>
        <w:t xml:space="preserve"> </w:t>
      </w:r>
      <w:r w:rsidR="003F43DC" w:rsidRPr="003F43DC">
        <w:rPr>
          <w:sz w:val="22"/>
          <w:szCs w:val="22"/>
        </w:rPr>
        <w:t>59000 LILLE</w:t>
      </w:r>
    </w:p>
    <w:p w14:paraId="08C53ADE" w14:textId="77777777" w:rsidR="001D1C85" w:rsidRDefault="001D1C85" w:rsidP="007A7997">
      <w:pPr>
        <w:rPr>
          <w:sz w:val="22"/>
        </w:rPr>
      </w:pPr>
    </w:p>
    <w:p w14:paraId="11700E9F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Ce jour, le …………………………………</w:t>
      </w:r>
      <w:r>
        <w:rPr>
          <w:sz w:val="22"/>
        </w:rPr>
        <w:t>………</w:t>
      </w:r>
      <w:r w:rsidRPr="007A7997">
        <w:rPr>
          <w:sz w:val="22"/>
        </w:rPr>
        <w:t xml:space="preserve"> à ……………………</w:t>
      </w:r>
      <w:r>
        <w:rPr>
          <w:sz w:val="22"/>
        </w:rPr>
        <w:t>………………………</w:t>
      </w:r>
      <w:r w:rsidRPr="007A7997">
        <w:rPr>
          <w:sz w:val="22"/>
        </w:rPr>
        <w:t>......……..,</w:t>
      </w:r>
    </w:p>
    <w:p w14:paraId="12EDB78A" w14:textId="77777777" w:rsidR="007A7997" w:rsidRPr="007A7997" w:rsidRDefault="007A7997" w:rsidP="007A7997">
      <w:pPr>
        <w:rPr>
          <w:sz w:val="22"/>
        </w:rPr>
      </w:pPr>
    </w:p>
    <w:p w14:paraId="44A6F170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Mr, Mme…………………………………….……</w:t>
      </w:r>
      <w:r>
        <w:rPr>
          <w:sz w:val="22"/>
        </w:rPr>
        <w:t>…………………………….</w:t>
      </w:r>
      <w:r w:rsidRPr="007A7997">
        <w:rPr>
          <w:sz w:val="22"/>
        </w:rPr>
        <w:t>……………………………..</w:t>
      </w:r>
    </w:p>
    <w:p w14:paraId="53893A64" w14:textId="77777777" w:rsidR="007A7997" w:rsidRPr="007A7997" w:rsidRDefault="007A7997" w:rsidP="007A7997">
      <w:pPr>
        <w:rPr>
          <w:sz w:val="22"/>
        </w:rPr>
      </w:pPr>
    </w:p>
    <w:p w14:paraId="5291ECF6" w14:textId="77777777" w:rsidR="007A7997" w:rsidRPr="007A7997" w:rsidRDefault="007A7997" w:rsidP="007A7997">
      <w:pPr>
        <w:rPr>
          <w:sz w:val="22"/>
        </w:rPr>
      </w:pP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……………………………………………………………………………………</w:t>
      </w:r>
    </w:p>
    <w:p w14:paraId="433C8304" w14:textId="77777777" w:rsidR="007A7997" w:rsidRPr="007A7997" w:rsidRDefault="007A7997" w:rsidP="007A7997">
      <w:pPr>
        <w:rPr>
          <w:sz w:val="22"/>
        </w:rPr>
      </w:pPr>
    </w:p>
    <w:p w14:paraId="037B0EA4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 xml:space="preserve">de </w:t>
      </w:r>
      <w:smartTag w:uri="urn:schemas-microsoft-com:office:smarttags" w:element="PersonName">
        <w:smartTagPr>
          <w:attr w:name="ProductID" w:val="la Soci￩t￩"/>
        </w:smartTagPr>
        <w:r w:rsidRPr="007A7997">
          <w:rPr>
            <w:sz w:val="22"/>
          </w:rPr>
          <w:t>la Société</w:t>
        </w:r>
      </w:smartTag>
      <w:r w:rsidRPr="007A7997">
        <w:rPr>
          <w:sz w:val="22"/>
        </w:rPr>
        <w:t xml:space="preserve"> ……………………..………………</w:t>
      </w: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……………………………..</w:t>
      </w:r>
    </w:p>
    <w:p w14:paraId="22ED696B" w14:textId="77777777" w:rsidR="007A7997" w:rsidRPr="007A7997" w:rsidRDefault="007A7997" w:rsidP="007A7997">
      <w:pPr>
        <w:rPr>
          <w:sz w:val="22"/>
        </w:rPr>
      </w:pPr>
    </w:p>
    <w:p w14:paraId="08F1FE6C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Adresse :………………………………………………………</w:t>
      </w:r>
      <w:r>
        <w:rPr>
          <w:sz w:val="22"/>
        </w:rPr>
        <w:t>…….</w:t>
      </w:r>
      <w:r w:rsidRPr="007A7997">
        <w:rPr>
          <w:sz w:val="22"/>
        </w:rPr>
        <w:t>………………………………………………………………………………………………………</w:t>
      </w:r>
      <w:r>
        <w:rPr>
          <w:sz w:val="22"/>
        </w:rPr>
        <w:t>……………………………………………….</w:t>
      </w:r>
    </w:p>
    <w:p w14:paraId="46BA32D3" w14:textId="77777777" w:rsidR="007A7997" w:rsidRPr="007A7997" w:rsidRDefault="007A7997" w:rsidP="007A7997">
      <w:pPr>
        <w:rPr>
          <w:sz w:val="22"/>
        </w:rPr>
      </w:pPr>
    </w:p>
    <w:p w14:paraId="703CAE54" w14:textId="77777777" w:rsidR="007A7997" w:rsidRPr="007A7997" w:rsidRDefault="007A7997" w:rsidP="007A7997">
      <w:pPr>
        <w:rPr>
          <w:sz w:val="22"/>
        </w:rPr>
      </w:pPr>
    </w:p>
    <w:p w14:paraId="62F8B903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 (ont) visité les locaux de l’EFS dans le cadre du marché cité en objet.</w:t>
      </w:r>
    </w:p>
    <w:p w14:paraId="7ADE8286" w14:textId="77777777" w:rsidR="007A7997" w:rsidRPr="00AD560B" w:rsidRDefault="007A7997" w:rsidP="007A7997">
      <w:pPr>
        <w:rPr>
          <w:rFonts w:ascii="Arial" w:eastAsia="Times New Roman" w:hAnsi="Arial" w:cs="Arial"/>
          <w:sz w:val="28"/>
          <w:lang w:eastAsia="ar-SA"/>
        </w:rPr>
      </w:pPr>
    </w:p>
    <w:p w14:paraId="45425819" w14:textId="77777777" w:rsidR="007A7997" w:rsidRDefault="007A7997" w:rsidP="007A7997">
      <w:pPr>
        <w:rPr>
          <w:sz w:val="22"/>
        </w:rPr>
      </w:pPr>
      <w:r w:rsidRPr="007A7997">
        <w:rPr>
          <w:sz w:val="22"/>
        </w:rPr>
        <w:t>Signatures :</w:t>
      </w:r>
    </w:p>
    <w:p w14:paraId="1D3A9605" w14:textId="77777777" w:rsidR="007A7997" w:rsidRPr="007A7997" w:rsidRDefault="007A7997" w:rsidP="007A7997">
      <w:pPr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7A7997" w:rsidRPr="007A7997" w14:paraId="39635A03" w14:textId="77777777" w:rsidTr="00686659">
        <w:trPr>
          <w:jc w:val="center"/>
        </w:trPr>
        <w:tc>
          <w:tcPr>
            <w:tcW w:w="4605" w:type="dxa"/>
            <w:shd w:val="clear" w:color="auto" w:fill="auto"/>
          </w:tcPr>
          <w:p w14:paraId="6B99F69C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la Société</w:t>
            </w:r>
          </w:p>
          <w:p w14:paraId="0C96B2BD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0C53BE13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03AFA856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04D99F06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2BB64A00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B41AAE9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71465601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325E4865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660C110C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77F6E8B3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564A1815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738ABD9C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C98FDAA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l’EFS – HFNO</w:t>
            </w:r>
          </w:p>
          <w:p w14:paraId="04481D22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5D924192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4EEA5BEC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FD55D6E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76DFFA2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21F4A5F2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418F0251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2658A941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3261F58F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73164BB5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</w:tr>
    </w:tbl>
    <w:p w14:paraId="3380F74A" w14:textId="77777777" w:rsidR="000D2A28" w:rsidRDefault="000D2A28" w:rsidP="007A7997"/>
    <w:sectPr w:rsidR="000D2A28" w:rsidSect="007A7997">
      <w:footerReference w:type="default" r:id="rId8"/>
      <w:headerReference w:type="first" r:id="rId9"/>
      <w:footerReference w:type="first" r:id="rId10"/>
      <w:pgSz w:w="11906" w:h="16838" w:code="9"/>
      <w:pgMar w:top="1531" w:right="1274" w:bottom="1418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D60A6" w14:textId="77777777" w:rsidR="00544470" w:rsidRDefault="00544470" w:rsidP="00546D68">
      <w:r>
        <w:separator/>
      </w:r>
    </w:p>
  </w:endnote>
  <w:endnote w:type="continuationSeparator" w:id="0">
    <w:p w14:paraId="18DECA59" w14:textId="77777777" w:rsidR="00544470" w:rsidRDefault="00544470" w:rsidP="0054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135836" w14:paraId="2ED25F1E" w14:textId="77777777" w:rsidTr="00C956D0">
      <w:tc>
        <w:tcPr>
          <w:tcW w:w="1418" w:type="dxa"/>
          <w:vAlign w:val="center"/>
        </w:tcPr>
        <w:p w14:paraId="0A19A976" w14:textId="77777777" w:rsidR="00135836" w:rsidRPr="0030655A" w:rsidRDefault="00135836" w:rsidP="00135836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1586BAE8" w14:textId="4B373F17" w:rsidR="00135836" w:rsidRDefault="00135836" w:rsidP="00135836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r w:rsidR="00A50FAA">
            <w:fldChar w:fldCharType="begin"/>
          </w:r>
          <w:r w:rsidR="00A50FAA">
            <w:instrText xml:space="preserve"> STYLEREF  "_Titre doc"  \* CHARFORMAT </w:instrText>
          </w:r>
          <w:r w:rsidR="00A50FAA">
            <w:fldChar w:fldCharType="separate"/>
          </w:r>
          <w:r w:rsidR="00AC463D">
            <w:rPr>
              <w:noProof/>
            </w:rPr>
            <w:t>Attestation de visite des locaux</w:t>
          </w:r>
          <w:r w:rsidR="00A50FAA">
            <w:rPr>
              <w:noProof/>
            </w:rPr>
            <w:fldChar w:fldCharType="end"/>
          </w:r>
          <w:r>
            <w:t xml:space="preserve"> – </w:t>
          </w:r>
          <w:r w:rsidR="00EE16E1">
            <w:fldChar w:fldCharType="begin"/>
          </w:r>
          <w:r w:rsidR="00EE16E1">
            <w:instrText xml:space="preserve"> STYLEREF  "_Date doc"  \* CHARFORMAT </w:instrText>
          </w:r>
          <w:r w:rsidR="00EE16E1">
            <w:fldChar w:fldCharType="separate"/>
          </w:r>
          <w:r w:rsidR="00AC463D">
            <w:rPr>
              <w:b/>
              <w:bCs/>
              <w:noProof/>
            </w:rPr>
            <w:t>Erreur ! Il n'y a pas de texte répondant à ce style dans ce document.</w:t>
          </w:r>
          <w:r w:rsidR="00EE16E1">
            <w:rPr>
              <w:noProof/>
            </w:rPr>
            <w:fldChar w:fldCharType="end"/>
          </w:r>
        </w:p>
      </w:tc>
      <w:tc>
        <w:tcPr>
          <w:tcW w:w="992" w:type="dxa"/>
          <w:vAlign w:val="center"/>
        </w:tcPr>
        <w:p w14:paraId="6CBD221B" w14:textId="77777777" w:rsidR="00135836" w:rsidRPr="0030655A" w:rsidRDefault="00135836" w:rsidP="00135836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5797DEBC" w14:textId="77777777" w:rsidR="00135836" w:rsidRPr="0030655A" w:rsidRDefault="00135836" w:rsidP="00135836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C2510F" w14:paraId="4AC86334" w14:textId="77777777" w:rsidTr="00C2510F">
      <w:tc>
        <w:tcPr>
          <w:tcW w:w="1418" w:type="dxa"/>
          <w:vAlign w:val="center"/>
        </w:tcPr>
        <w:p w14:paraId="53FC45A1" w14:textId="77777777" w:rsidR="00C2510F" w:rsidRPr="0030655A" w:rsidRDefault="00C2510F" w:rsidP="00C2510F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10080D21" w14:textId="1B39248C" w:rsidR="00C2510F" w:rsidRDefault="00C2510F" w:rsidP="00C2510F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r w:rsidR="00A50FAA">
            <w:fldChar w:fldCharType="begin"/>
          </w:r>
          <w:r w:rsidR="00A50FAA">
            <w:instrText xml:space="preserve"> STYLEREF  "_Titre doc"  \* CHARFORMAT </w:instrText>
          </w:r>
          <w:r w:rsidR="00A50FAA">
            <w:fldChar w:fldCharType="separate"/>
          </w:r>
          <w:r w:rsidR="00A50FAA">
            <w:rPr>
              <w:noProof/>
            </w:rPr>
            <w:t>Attestation de visite des locaux</w:t>
          </w:r>
          <w:r w:rsidR="00A50FAA">
            <w:rPr>
              <w:noProof/>
            </w:rPr>
            <w:fldChar w:fldCharType="end"/>
          </w:r>
          <w:r>
            <w:t xml:space="preserve"> –</w:t>
          </w:r>
        </w:p>
      </w:tc>
      <w:tc>
        <w:tcPr>
          <w:tcW w:w="992" w:type="dxa"/>
          <w:vAlign w:val="center"/>
        </w:tcPr>
        <w:p w14:paraId="1FEC6416" w14:textId="77777777" w:rsidR="00C2510F" w:rsidRPr="0030655A" w:rsidRDefault="00C2510F" w:rsidP="00C2510F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1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0492991C" w14:textId="77777777" w:rsidR="00C2510F" w:rsidRPr="0030655A" w:rsidRDefault="00C2510F" w:rsidP="00C2510F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B8F52" w14:textId="77777777" w:rsidR="00544470" w:rsidRDefault="00544470" w:rsidP="00546D68">
      <w:r>
        <w:separator/>
      </w:r>
    </w:p>
  </w:footnote>
  <w:footnote w:type="continuationSeparator" w:id="0">
    <w:p w14:paraId="149E31A5" w14:textId="77777777" w:rsidR="00544470" w:rsidRDefault="00544470" w:rsidP="00546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E28E6" w14:textId="77777777" w:rsidR="005018F1" w:rsidRDefault="00FA0845" w:rsidP="00135836">
    <w:pPr>
      <w:pStyle w:val="En-tte"/>
      <w:spacing w:after="2040"/>
    </w:pPr>
    <w:r>
      <w:rPr>
        <w:noProof/>
        <w:lang w:eastAsia="fr-FR"/>
      </w:rPr>
      <w:drawing>
        <wp:anchor distT="0" distB="0" distL="114300" distR="114300" simplePos="0" relativeHeight="251658239" behindDoc="1" locked="1" layoutInCell="1" allowOverlap="1" wp14:anchorId="22666728" wp14:editId="4D903D86">
          <wp:simplePos x="0" y="0"/>
          <wp:positionH relativeFrom="page">
            <wp:posOffset>5328920</wp:posOffset>
          </wp:positionH>
          <wp:positionV relativeFrom="page">
            <wp:posOffset>396240</wp:posOffset>
          </wp:positionV>
          <wp:extent cx="972000" cy="986400"/>
          <wp:effectExtent l="0" t="0" r="0" b="4445"/>
          <wp:wrapNone/>
          <wp:docPr id="20" name="Image 2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72000" cy="98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18F1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952F46" wp14:editId="434351FE">
              <wp:simplePos x="0" y="0"/>
              <wp:positionH relativeFrom="page">
                <wp:posOffset>0</wp:posOffset>
              </wp:positionH>
              <wp:positionV relativeFrom="page">
                <wp:posOffset>200025</wp:posOffset>
              </wp:positionV>
              <wp:extent cx="7560000" cy="1065600"/>
              <wp:effectExtent l="0" t="19050" r="41275" b="39370"/>
              <wp:wrapNone/>
              <wp:docPr id="12" name="Courb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000" cy="1065600"/>
                      </a:xfrm>
                      <a:custGeom>
                        <a:avLst/>
                        <a:gdLst>
                          <a:gd name="T0" fmla="*/ 699 w 11906"/>
                          <a:gd name="T1" fmla="+- 0 1571 320"/>
                          <a:gd name="T2" fmla="*/ 1571 h 3034"/>
                          <a:gd name="T3" fmla="*/ 1011 w 11906"/>
                          <a:gd name="T4" fmla="+- 0 1645 320"/>
                          <a:gd name="T5" fmla="*/ 1645 h 3034"/>
                          <a:gd name="T6" fmla="*/ 1498 w 11906"/>
                          <a:gd name="T7" fmla="+- 0 1744 320"/>
                          <a:gd name="T8" fmla="*/ 1744 h 3034"/>
                          <a:gd name="T9" fmla="*/ 1971 w 11906"/>
                          <a:gd name="T10" fmla="+- 0 1824 320"/>
                          <a:gd name="T11" fmla="*/ 1824 h 3034"/>
                          <a:gd name="T12" fmla="*/ 2432 w 11906"/>
                          <a:gd name="T13" fmla="+- 0 1887 320"/>
                          <a:gd name="T14" fmla="*/ 1887 h 3034"/>
                          <a:gd name="T15" fmla="*/ 2881 w 11906"/>
                          <a:gd name="T16" fmla="+- 0 1931 320"/>
                          <a:gd name="T17" fmla="*/ 1931 h 3034"/>
                          <a:gd name="T18" fmla="*/ 3317 w 11906"/>
                          <a:gd name="T19" fmla="+- 0 1957 320"/>
                          <a:gd name="T20" fmla="*/ 1957 h 3034"/>
                          <a:gd name="T21" fmla="*/ 3741 w 11906"/>
                          <a:gd name="T22" fmla="+- 0 1967 320"/>
                          <a:gd name="T23" fmla="*/ 1967 h 3034"/>
                          <a:gd name="T24" fmla="*/ 4153 w 11906"/>
                          <a:gd name="T25" fmla="+- 0 1959 320"/>
                          <a:gd name="T26" fmla="*/ 1959 h 3034"/>
                          <a:gd name="T27" fmla="*/ 4553 w 11906"/>
                          <a:gd name="T28" fmla="+- 0 1935 320"/>
                          <a:gd name="T29" fmla="*/ 1935 h 3034"/>
                          <a:gd name="T30" fmla="*/ 4941 w 11906"/>
                          <a:gd name="T31" fmla="+- 0 1894 320"/>
                          <a:gd name="T32" fmla="*/ 1894 h 3034"/>
                          <a:gd name="T33" fmla="*/ 5318 w 11906"/>
                          <a:gd name="T34" fmla="+- 0 1838 320"/>
                          <a:gd name="T35" fmla="*/ 1838 h 3034"/>
                          <a:gd name="T36" fmla="*/ 5683 w 11906"/>
                          <a:gd name="T37" fmla="+- 0 1766 320"/>
                          <a:gd name="T38" fmla="*/ 1766 h 3034"/>
                          <a:gd name="T39" fmla="*/ 6037 w 11906"/>
                          <a:gd name="T40" fmla="+- 0 1679 320"/>
                          <a:gd name="T41" fmla="*/ 1679 h 3034"/>
                          <a:gd name="T42" fmla="*/ 6380 w 11906"/>
                          <a:gd name="T43" fmla="+- 0 1577 320"/>
                          <a:gd name="T44" fmla="*/ 1577 h 3034"/>
                          <a:gd name="T45" fmla="*/ 6712 w 11906"/>
                          <a:gd name="T46" fmla="+- 0 1461 320"/>
                          <a:gd name="T47" fmla="*/ 1461 h 3034"/>
                          <a:gd name="T48" fmla="*/ 7033 w 11906"/>
                          <a:gd name="T49" fmla="+- 0 1330 320"/>
                          <a:gd name="T50" fmla="*/ 1330 h 3034"/>
                          <a:gd name="T51" fmla="*/ 7343 w 11906"/>
                          <a:gd name="T52" fmla="+- 0 1186 320"/>
                          <a:gd name="T53" fmla="*/ 1186 h 3034"/>
                          <a:gd name="T54" fmla="*/ 7642 w 11906"/>
                          <a:gd name="T55" fmla="+- 0 1028 320"/>
                          <a:gd name="T56" fmla="*/ 1028 h 3034"/>
                          <a:gd name="T57" fmla="*/ 7932 w 11906"/>
                          <a:gd name="T58" fmla="+- 0 857 320"/>
                          <a:gd name="T59" fmla="*/ 857 h 3034"/>
                          <a:gd name="T60" fmla="*/ 8205 w 11906"/>
                          <a:gd name="T61" fmla="+- 0 703 320"/>
                          <a:gd name="T62" fmla="*/ 703 h 3034"/>
                          <a:gd name="T63" fmla="*/ 8491 w 11906"/>
                          <a:gd name="T64" fmla="+- 0 573 320"/>
                          <a:gd name="T65" fmla="*/ 573 h 3034"/>
                          <a:gd name="T66" fmla="*/ 8787 w 11906"/>
                          <a:gd name="T67" fmla="+- 0 469 320"/>
                          <a:gd name="T68" fmla="*/ 469 h 3034"/>
                          <a:gd name="T69" fmla="*/ 9090 w 11906"/>
                          <a:gd name="T70" fmla="+- 0 392 320"/>
                          <a:gd name="T71" fmla="*/ 392 h 3034"/>
                          <a:gd name="T72" fmla="*/ 9397 w 11906"/>
                          <a:gd name="T73" fmla="+- 0 342 320"/>
                          <a:gd name="T74" fmla="*/ 342 h 3034"/>
                          <a:gd name="T75" fmla="*/ 9708 w 11906"/>
                          <a:gd name="T76" fmla="+- 0 320 320"/>
                          <a:gd name="T77" fmla="*/ 320 h 3034"/>
                          <a:gd name="T78" fmla="*/ 10020 w 11906"/>
                          <a:gd name="T79" fmla="+- 0 327 320"/>
                          <a:gd name="T80" fmla="*/ 327 h 3034"/>
                          <a:gd name="T81" fmla="*/ 10330 w 11906"/>
                          <a:gd name="T82" fmla="+- 0 363 320"/>
                          <a:gd name="T83" fmla="*/ 363 h 3034"/>
                          <a:gd name="T84" fmla="*/ 10636 w 11906"/>
                          <a:gd name="T85" fmla="+- 0 429 320"/>
                          <a:gd name="T86" fmla="*/ 429 h 3034"/>
                          <a:gd name="T87" fmla="*/ 10936 w 11906"/>
                          <a:gd name="T88" fmla="+- 0 526 320"/>
                          <a:gd name="T89" fmla="*/ 526 h 3034"/>
                          <a:gd name="T90" fmla="*/ 11228 w 11906"/>
                          <a:gd name="T91" fmla="+- 0 655 320"/>
                          <a:gd name="T92" fmla="*/ 655 h 3034"/>
                          <a:gd name="T93" fmla="*/ 11510 w 11906"/>
                          <a:gd name="T94" fmla="+- 0 816 320"/>
                          <a:gd name="T95" fmla="*/ 816 h 3034"/>
                          <a:gd name="T96" fmla="*/ 11778 w 11906"/>
                          <a:gd name="T97" fmla="+- 0 1010 320"/>
                          <a:gd name="T98" fmla="*/ 1010 h 3034"/>
                          <a:gd name="T99" fmla="*/ 12032 w 11906"/>
                          <a:gd name="T100" fmla="+- 0 1237 320"/>
                          <a:gd name="T101" fmla="*/ 1237 h 3034"/>
                          <a:gd name="T102" fmla="*/ 12269 w 11906"/>
                          <a:gd name="T103" fmla="+- 0 1500 320"/>
                          <a:gd name="T104" fmla="*/ 1500 h 3034"/>
                          <a:gd name="T105" fmla="*/ 12486 w 11906"/>
                          <a:gd name="T106" fmla="+- 0 1797 320"/>
                          <a:gd name="T107" fmla="*/ 1797 h 3034"/>
                          <a:gd name="T108" fmla="*/ 12605 w 11906"/>
                          <a:gd name="T109" fmla="+- 0 2000 320"/>
                          <a:gd name="T110" fmla="*/ 2000 h 3034"/>
                          <a:gd name="connsiteX0" fmla="*/ 0 w 10000"/>
                          <a:gd name="connsiteY0" fmla="*/ 4123 h 5537"/>
                          <a:gd name="connsiteX1" fmla="*/ 262 w 10000"/>
                          <a:gd name="connsiteY1" fmla="*/ 4367 h 5537"/>
                          <a:gd name="connsiteX2" fmla="*/ 671 w 10000"/>
                          <a:gd name="connsiteY2" fmla="*/ 4693 h 5537"/>
                          <a:gd name="connsiteX3" fmla="*/ 1068 w 10000"/>
                          <a:gd name="connsiteY3" fmla="*/ 4957 h 5537"/>
                          <a:gd name="connsiteX4" fmla="*/ 1456 w 10000"/>
                          <a:gd name="connsiteY4" fmla="*/ 5165 h 5537"/>
                          <a:gd name="connsiteX5" fmla="*/ 1833 w 10000"/>
                          <a:gd name="connsiteY5" fmla="*/ 5310 h 5537"/>
                          <a:gd name="connsiteX6" fmla="*/ 2199 w 10000"/>
                          <a:gd name="connsiteY6" fmla="*/ 5396 h 5537"/>
                          <a:gd name="connsiteX7" fmla="*/ 2555 w 10000"/>
                          <a:gd name="connsiteY7" fmla="*/ 5428 h 5537"/>
                          <a:gd name="connsiteX8" fmla="*/ 2901 w 10000"/>
                          <a:gd name="connsiteY8" fmla="*/ 5402 h 5537"/>
                          <a:gd name="connsiteX9" fmla="*/ 3237 w 10000"/>
                          <a:gd name="connsiteY9" fmla="*/ 5323 h 5537"/>
                          <a:gd name="connsiteX10" fmla="*/ 3563 w 10000"/>
                          <a:gd name="connsiteY10" fmla="*/ 5188 h 5537"/>
                          <a:gd name="connsiteX11" fmla="*/ 3880 w 10000"/>
                          <a:gd name="connsiteY11" fmla="*/ 5003 h 5537"/>
                          <a:gd name="connsiteX12" fmla="*/ 4186 w 10000"/>
                          <a:gd name="connsiteY12" fmla="*/ 4766 h 5537"/>
                          <a:gd name="connsiteX13" fmla="*/ 4484 w 10000"/>
                          <a:gd name="connsiteY13" fmla="*/ 4479 h 5537"/>
                          <a:gd name="connsiteX14" fmla="*/ 4772 w 10000"/>
                          <a:gd name="connsiteY14" fmla="*/ 4143 h 5537"/>
                          <a:gd name="connsiteX15" fmla="*/ 5050 w 10000"/>
                          <a:gd name="connsiteY15" fmla="*/ 3761 h 5537"/>
                          <a:gd name="connsiteX16" fmla="*/ 5320 w 10000"/>
                          <a:gd name="connsiteY16" fmla="*/ 3329 h 5537"/>
                          <a:gd name="connsiteX17" fmla="*/ 5580 w 10000"/>
                          <a:gd name="connsiteY17" fmla="*/ 2854 h 5537"/>
                          <a:gd name="connsiteX18" fmla="*/ 5832 w 10000"/>
                          <a:gd name="connsiteY18" fmla="*/ 2334 h 5537"/>
                          <a:gd name="connsiteX19" fmla="*/ 6075 w 10000"/>
                          <a:gd name="connsiteY19" fmla="*/ 1770 h 5537"/>
                          <a:gd name="connsiteX20" fmla="*/ 6304 w 10000"/>
                          <a:gd name="connsiteY20" fmla="*/ 1262 h 5537"/>
                          <a:gd name="connsiteX21" fmla="*/ 6545 w 10000"/>
                          <a:gd name="connsiteY21" fmla="*/ 834 h 5537"/>
                          <a:gd name="connsiteX22" fmla="*/ 6793 w 10000"/>
                          <a:gd name="connsiteY22" fmla="*/ 491 h 5537"/>
                          <a:gd name="connsiteX23" fmla="*/ 7048 w 10000"/>
                          <a:gd name="connsiteY23" fmla="*/ 237 h 5537"/>
                          <a:gd name="connsiteX24" fmla="*/ 7306 w 10000"/>
                          <a:gd name="connsiteY24" fmla="*/ 73 h 5537"/>
                          <a:gd name="connsiteX25" fmla="*/ 7567 w 10000"/>
                          <a:gd name="connsiteY25" fmla="*/ 0 h 5537"/>
                          <a:gd name="connsiteX26" fmla="*/ 7829 w 10000"/>
                          <a:gd name="connsiteY26" fmla="*/ 23 h 5537"/>
                          <a:gd name="connsiteX27" fmla="*/ 8089 w 10000"/>
                          <a:gd name="connsiteY27" fmla="*/ 142 h 5537"/>
                          <a:gd name="connsiteX28" fmla="*/ 8346 w 10000"/>
                          <a:gd name="connsiteY28" fmla="*/ 359 h 5537"/>
                          <a:gd name="connsiteX29" fmla="*/ 8598 w 10000"/>
                          <a:gd name="connsiteY29" fmla="*/ 679 h 5537"/>
                          <a:gd name="connsiteX30" fmla="*/ 8844 w 10000"/>
                          <a:gd name="connsiteY30" fmla="*/ 1104 h 5537"/>
                          <a:gd name="connsiteX31" fmla="*/ 9080 w 10000"/>
                          <a:gd name="connsiteY31" fmla="*/ 1635 h 5537"/>
                          <a:gd name="connsiteX32" fmla="*/ 9305 w 10000"/>
                          <a:gd name="connsiteY32" fmla="*/ 2274 h 5537"/>
                          <a:gd name="connsiteX33" fmla="*/ 9519 w 10000"/>
                          <a:gd name="connsiteY33" fmla="*/ 3022 h 5537"/>
                          <a:gd name="connsiteX34" fmla="*/ 9718 w 10000"/>
                          <a:gd name="connsiteY34" fmla="*/ 3889 h 5537"/>
                          <a:gd name="connsiteX35" fmla="*/ 9900 w 10000"/>
                          <a:gd name="connsiteY35" fmla="*/ 4868 h 5537"/>
                          <a:gd name="connsiteX36" fmla="*/ 10000 w 10000"/>
                          <a:gd name="connsiteY36" fmla="*/ 5537 h 5537"/>
                          <a:gd name="connsiteX0" fmla="*/ 0 w 10000"/>
                          <a:gd name="connsiteY0" fmla="*/ 7446 h 10000"/>
                          <a:gd name="connsiteX1" fmla="*/ 262 w 10000"/>
                          <a:gd name="connsiteY1" fmla="*/ 7887 h 10000"/>
                          <a:gd name="connsiteX2" fmla="*/ 671 w 10000"/>
                          <a:gd name="connsiteY2" fmla="*/ 8476 h 10000"/>
                          <a:gd name="connsiteX3" fmla="*/ 1068 w 10000"/>
                          <a:gd name="connsiteY3" fmla="*/ 8953 h 10000"/>
                          <a:gd name="connsiteX4" fmla="*/ 1456 w 10000"/>
                          <a:gd name="connsiteY4" fmla="*/ 9328 h 10000"/>
                          <a:gd name="connsiteX5" fmla="*/ 1833 w 10000"/>
                          <a:gd name="connsiteY5" fmla="*/ 9590 h 10000"/>
                          <a:gd name="connsiteX6" fmla="*/ 2199 w 10000"/>
                          <a:gd name="connsiteY6" fmla="*/ 9745 h 10000"/>
                          <a:gd name="connsiteX7" fmla="*/ 2555 w 10000"/>
                          <a:gd name="connsiteY7" fmla="*/ 9803 h 10000"/>
                          <a:gd name="connsiteX8" fmla="*/ 2901 w 10000"/>
                          <a:gd name="connsiteY8" fmla="*/ 9756 h 10000"/>
                          <a:gd name="connsiteX9" fmla="*/ 3237 w 10000"/>
                          <a:gd name="connsiteY9" fmla="*/ 9614 h 10000"/>
                          <a:gd name="connsiteX10" fmla="*/ 3563 w 10000"/>
                          <a:gd name="connsiteY10" fmla="*/ 9370 h 10000"/>
                          <a:gd name="connsiteX11" fmla="*/ 3880 w 10000"/>
                          <a:gd name="connsiteY11" fmla="*/ 9036 h 10000"/>
                          <a:gd name="connsiteX12" fmla="*/ 4186 w 10000"/>
                          <a:gd name="connsiteY12" fmla="*/ 8608 h 10000"/>
                          <a:gd name="connsiteX13" fmla="*/ 4484 w 10000"/>
                          <a:gd name="connsiteY13" fmla="*/ 8089 h 10000"/>
                          <a:gd name="connsiteX14" fmla="*/ 4772 w 10000"/>
                          <a:gd name="connsiteY14" fmla="*/ 7482 h 10000"/>
                          <a:gd name="connsiteX15" fmla="*/ 5050 w 10000"/>
                          <a:gd name="connsiteY15" fmla="*/ 6792 h 10000"/>
                          <a:gd name="connsiteX16" fmla="*/ 5320 w 10000"/>
                          <a:gd name="connsiteY16" fmla="*/ 6012 h 10000"/>
                          <a:gd name="connsiteX17" fmla="*/ 5580 w 10000"/>
                          <a:gd name="connsiteY17" fmla="*/ 5154 h 10000"/>
                          <a:gd name="connsiteX18" fmla="*/ 5832 w 10000"/>
                          <a:gd name="connsiteY18" fmla="*/ 4215 h 10000"/>
                          <a:gd name="connsiteX19" fmla="*/ 6075 w 10000"/>
                          <a:gd name="connsiteY19" fmla="*/ 3197 h 10000"/>
                          <a:gd name="connsiteX20" fmla="*/ 6304 w 10000"/>
                          <a:gd name="connsiteY20" fmla="*/ 2279 h 10000"/>
                          <a:gd name="connsiteX21" fmla="*/ 6545 w 10000"/>
                          <a:gd name="connsiteY21" fmla="*/ 1506 h 10000"/>
                          <a:gd name="connsiteX22" fmla="*/ 6793 w 10000"/>
                          <a:gd name="connsiteY22" fmla="*/ 887 h 10000"/>
                          <a:gd name="connsiteX23" fmla="*/ 7048 w 10000"/>
                          <a:gd name="connsiteY23" fmla="*/ 428 h 10000"/>
                          <a:gd name="connsiteX24" fmla="*/ 7306 w 10000"/>
                          <a:gd name="connsiteY24" fmla="*/ 132 h 10000"/>
                          <a:gd name="connsiteX25" fmla="*/ 7567 w 10000"/>
                          <a:gd name="connsiteY25" fmla="*/ 0 h 10000"/>
                          <a:gd name="connsiteX26" fmla="*/ 7829 w 10000"/>
                          <a:gd name="connsiteY26" fmla="*/ 42 h 10000"/>
                          <a:gd name="connsiteX27" fmla="*/ 8089 w 10000"/>
                          <a:gd name="connsiteY27" fmla="*/ 256 h 10000"/>
                          <a:gd name="connsiteX28" fmla="*/ 8346 w 10000"/>
                          <a:gd name="connsiteY28" fmla="*/ 648 h 10000"/>
                          <a:gd name="connsiteX29" fmla="*/ 8598 w 10000"/>
                          <a:gd name="connsiteY29" fmla="*/ 1226 h 10000"/>
                          <a:gd name="connsiteX30" fmla="*/ 8844 w 10000"/>
                          <a:gd name="connsiteY30" fmla="*/ 1994 h 10000"/>
                          <a:gd name="connsiteX31" fmla="*/ 9080 w 10000"/>
                          <a:gd name="connsiteY31" fmla="*/ 2953 h 10000"/>
                          <a:gd name="connsiteX32" fmla="*/ 9305 w 10000"/>
                          <a:gd name="connsiteY32" fmla="*/ 4107 h 10000"/>
                          <a:gd name="connsiteX33" fmla="*/ 9519 w 10000"/>
                          <a:gd name="connsiteY33" fmla="*/ 5458 h 10000"/>
                          <a:gd name="connsiteX34" fmla="*/ 9718 w 10000"/>
                          <a:gd name="connsiteY34" fmla="*/ 7024 h 10000"/>
                          <a:gd name="connsiteX35" fmla="*/ 9900 w 10000"/>
                          <a:gd name="connsiteY35" fmla="*/ 8792 h 10000"/>
                          <a:gd name="connsiteX36" fmla="*/ 10000 w 10000"/>
                          <a:gd name="connsiteY36" fmla="*/ 10000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</a:cxnLst>
                        <a:rect l="l" t="t" r="r" b="b"/>
                        <a:pathLst>
                          <a:path w="10000" h="10000">
                            <a:moveTo>
                              <a:pt x="0" y="7446"/>
                            </a:moveTo>
                            <a:lnTo>
                              <a:pt x="262" y="7887"/>
                            </a:lnTo>
                            <a:lnTo>
                              <a:pt x="671" y="8476"/>
                            </a:lnTo>
                            <a:lnTo>
                              <a:pt x="1068" y="8953"/>
                            </a:lnTo>
                            <a:lnTo>
                              <a:pt x="1456" y="9328"/>
                            </a:lnTo>
                            <a:lnTo>
                              <a:pt x="1833" y="9590"/>
                            </a:lnTo>
                            <a:lnTo>
                              <a:pt x="2199" y="9745"/>
                            </a:lnTo>
                            <a:lnTo>
                              <a:pt x="2555" y="9803"/>
                            </a:lnTo>
                            <a:lnTo>
                              <a:pt x="2901" y="9756"/>
                            </a:lnTo>
                            <a:lnTo>
                              <a:pt x="3237" y="9614"/>
                            </a:lnTo>
                            <a:lnTo>
                              <a:pt x="3563" y="9370"/>
                            </a:lnTo>
                            <a:lnTo>
                              <a:pt x="3880" y="9036"/>
                            </a:lnTo>
                            <a:lnTo>
                              <a:pt x="4186" y="8608"/>
                            </a:lnTo>
                            <a:lnTo>
                              <a:pt x="4484" y="8089"/>
                            </a:lnTo>
                            <a:lnTo>
                              <a:pt x="4772" y="7482"/>
                            </a:lnTo>
                            <a:lnTo>
                              <a:pt x="5050" y="6792"/>
                            </a:lnTo>
                            <a:lnTo>
                              <a:pt x="5320" y="6012"/>
                            </a:lnTo>
                            <a:cubicBezTo>
                              <a:pt x="5407" y="5727"/>
                              <a:pt x="5493" y="5440"/>
                              <a:pt x="5580" y="5154"/>
                            </a:cubicBezTo>
                            <a:lnTo>
                              <a:pt x="5832" y="4215"/>
                            </a:lnTo>
                            <a:lnTo>
                              <a:pt x="6075" y="3197"/>
                            </a:lnTo>
                            <a:cubicBezTo>
                              <a:pt x="6151" y="2891"/>
                              <a:pt x="6228" y="2585"/>
                              <a:pt x="6304" y="2279"/>
                            </a:cubicBezTo>
                            <a:cubicBezTo>
                              <a:pt x="6384" y="2021"/>
                              <a:pt x="6465" y="1764"/>
                              <a:pt x="6545" y="1506"/>
                            </a:cubicBezTo>
                            <a:cubicBezTo>
                              <a:pt x="6628" y="1300"/>
                              <a:pt x="6710" y="1093"/>
                              <a:pt x="6793" y="887"/>
                            </a:cubicBezTo>
                            <a:lnTo>
                              <a:pt x="7048" y="428"/>
                            </a:lnTo>
                            <a:lnTo>
                              <a:pt x="7306" y="132"/>
                            </a:lnTo>
                            <a:lnTo>
                              <a:pt x="7567" y="0"/>
                            </a:lnTo>
                            <a:lnTo>
                              <a:pt x="7829" y="42"/>
                            </a:lnTo>
                            <a:lnTo>
                              <a:pt x="8089" y="256"/>
                            </a:lnTo>
                            <a:lnTo>
                              <a:pt x="8346" y="648"/>
                            </a:lnTo>
                            <a:lnTo>
                              <a:pt x="8598" y="1226"/>
                            </a:lnTo>
                            <a:lnTo>
                              <a:pt x="8844" y="1994"/>
                            </a:lnTo>
                            <a:cubicBezTo>
                              <a:pt x="8923" y="2314"/>
                              <a:pt x="9001" y="2633"/>
                              <a:pt x="9080" y="2953"/>
                            </a:cubicBezTo>
                            <a:lnTo>
                              <a:pt x="9305" y="4107"/>
                            </a:lnTo>
                            <a:cubicBezTo>
                              <a:pt x="9376" y="4557"/>
                              <a:pt x="9448" y="5008"/>
                              <a:pt x="9519" y="5458"/>
                            </a:cubicBezTo>
                            <a:cubicBezTo>
                              <a:pt x="9585" y="5980"/>
                              <a:pt x="9652" y="6502"/>
                              <a:pt x="9718" y="7024"/>
                            </a:cubicBezTo>
                            <a:cubicBezTo>
                              <a:pt x="9779" y="7612"/>
                              <a:pt x="9839" y="8203"/>
                              <a:pt x="9900" y="8792"/>
                            </a:cubicBezTo>
                            <a:cubicBezTo>
                              <a:pt x="9933" y="9195"/>
                              <a:pt x="9967" y="9597"/>
                              <a:pt x="10000" y="10000"/>
                            </a:cubicBezTo>
                          </a:path>
                        </a:pathLst>
                      </a:custGeom>
                      <a:noFill/>
                      <a:ln w="63500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9245F3" id="Courbe" o:spid="_x0000_s1026" style="position:absolute;margin-left:0;margin-top:15.75pt;width:595.3pt;height:83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" path="m,7446r262,441l671,8476r397,477l1456,9328r377,262l2199,9745r356,58l2901,9756r336,-142l3563,9370r317,-334l4186,8608r298,-519l4772,7482r278,-690l5320,6012v87,-285,173,-572,260,-858l5832,4215,6075,3197v76,-306,153,-612,229,-918c6384,2021,6465,1764,6545,1506v83,-206,165,-413,248,-619l7048,428,7306,132,7567,r262,42l8089,256r257,392l8598,1226r246,768c8923,2314,9001,2633,9080,2953r225,1154c9376,4557,9448,5008,9519,5458v66,522,133,1044,199,1566c9779,7612,9839,8203,9900,8792v33,403,67,805,100,1208e" filled="f" strokecolor="#e30015 [3204]" strokeweight="5pt">
              <v:path arrowok="t" o:connecttype="custom" o:connectlocs="0,793446;198072,840439;507276,903203;807408,954032;1100736,993992;1385748,1021910;1662444,1038427;1931580,1044608;2193156,1039599;2447172,1024468;2693628,998467;2933280,962876;3164616,917268;3389904,861964;3607632,797282;3817800,723756;4021920,640639;4218480,549210;4408992,449150;4592700,340672;4765824,242850;4948020,160479;5135508,94519;5328288,45608;5523336,14066;5720652,0;5918724,4476;6115284,27279;6309576,69051;6500088,130643;6686064,212481;6864480,314672;7034580,437642;7196364,581604;7346808,748477;7484400,936876;7560000,1065600" o:connectangles="0,0,0,0,0,0,0,0,0,0,0,0,0,0,0,0,0,0,0,0,0,0,0,0,0,0,0,0,0,0,0,0,0,0,0,0,0"/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37883"/>
    <w:multiLevelType w:val="hybridMultilevel"/>
    <w:tmpl w:val="564AB252"/>
    <w:lvl w:ilvl="0" w:tplc="4926C0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B4E90"/>
    <w:multiLevelType w:val="multilevel"/>
    <w:tmpl w:val="2C4CB234"/>
    <w:lvl w:ilvl="0">
      <w:start w:val="1"/>
      <w:numFmt w:val="bullet"/>
      <w:pStyle w:val="Puce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E30015" w:themeColor="accent1"/>
      </w:rPr>
    </w:lvl>
    <w:lvl w:ilvl="1">
      <w:start w:val="1"/>
      <w:numFmt w:val="bullet"/>
      <w:lvlText w:val="–"/>
      <w:lvlJc w:val="left"/>
      <w:pPr>
        <w:ind w:left="284" w:firstLine="0"/>
      </w:pPr>
      <w:rPr>
        <w:rFonts w:ascii="Montserrat Medium" w:hAnsi="Montserrat Medium" w:hint="default"/>
        <w:color w:val="E30015" w:themeColor="accent1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</w:abstractNum>
  <w:abstractNum w:abstractNumId="2" w15:restartNumberingAfterBreak="0">
    <w:nsid w:val="657C1D41"/>
    <w:multiLevelType w:val="multilevel"/>
    <w:tmpl w:val="AB985B2C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127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68B"/>
    <w:rsid w:val="00041838"/>
    <w:rsid w:val="00087566"/>
    <w:rsid w:val="00094C7D"/>
    <w:rsid w:val="000D2A28"/>
    <w:rsid w:val="00135836"/>
    <w:rsid w:val="00146E66"/>
    <w:rsid w:val="001B591C"/>
    <w:rsid w:val="001B6FF2"/>
    <w:rsid w:val="001C1169"/>
    <w:rsid w:val="001D1C85"/>
    <w:rsid w:val="001F3258"/>
    <w:rsid w:val="00223320"/>
    <w:rsid w:val="00263221"/>
    <w:rsid w:val="00271887"/>
    <w:rsid w:val="002836DD"/>
    <w:rsid w:val="00293E0C"/>
    <w:rsid w:val="00294E41"/>
    <w:rsid w:val="002C508D"/>
    <w:rsid w:val="002C54A1"/>
    <w:rsid w:val="002E3C1F"/>
    <w:rsid w:val="00304B3F"/>
    <w:rsid w:val="0030655A"/>
    <w:rsid w:val="0034168B"/>
    <w:rsid w:val="00377E30"/>
    <w:rsid w:val="003864AD"/>
    <w:rsid w:val="003E68CC"/>
    <w:rsid w:val="003F43DC"/>
    <w:rsid w:val="004022B4"/>
    <w:rsid w:val="0042523E"/>
    <w:rsid w:val="00425357"/>
    <w:rsid w:val="00425677"/>
    <w:rsid w:val="00433EDD"/>
    <w:rsid w:val="0044219E"/>
    <w:rsid w:val="0044401A"/>
    <w:rsid w:val="0045216F"/>
    <w:rsid w:val="00464C0F"/>
    <w:rsid w:val="004726A9"/>
    <w:rsid w:val="004D1597"/>
    <w:rsid w:val="004F0F3C"/>
    <w:rsid w:val="005018F1"/>
    <w:rsid w:val="00544345"/>
    <w:rsid w:val="00544470"/>
    <w:rsid w:val="00546D68"/>
    <w:rsid w:val="00557EE8"/>
    <w:rsid w:val="005732EA"/>
    <w:rsid w:val="005B10DA"/>
    <w:rsid w:val="005C2B5D"/>
    <w:rsid w:val="005C775F"/>
    <w:rsid w:val="00611AED"/>
    <w:rsid w:val="00613D98"/>
    <w:rsid w:val="0061682B"/>
    <w:rsid w:val="00646166"/>
    <w:rsid w:val="00655A10"/>
    <w:rsid w:val="00682310"/>
    <w:rsid w:val="006905A4"/>
    <w:rsid w:val="006A1FB4"/>
    <w:rsid w:val="006B5C7E"/>
    <w:rsid w:val="006B73F3"/>
    <w:rsid w:val="006E27BF"/>
    <w:rsid w:val="007054D5"/>
    <w:rsid w:val="007145AD"/>
    <w:rsid w:val="007425BB"/>
    <w:rsid w:val="0078754A"/>
    <w:rsid w:val="007A46E2"/>
    <w:rsid w:val="007A7997"/>
    <w:rsid w:val="007E317D"/>
    <w:rsid w:val="0080313B"/>
    <w:rsid w:val="00805FAA"/>
    <w:rsid w:val="008124BD"/>
    <w:rsid w:val="008147E4"/>
    <w:rsid w:val="00815B14"/>
    <w:rsid w:val="00837A5B"/>
    <w:rsid w:val="0084148A"/>
    <w:rsid w:val="00844956"/>
    <w:rsid w:val="00877117"/>
    <w:rsid w:val="00880751"/>
    <w:rsid w:val="00894D06"/>
    <w:rsid w:val="008B298B"/>
    <w:rsid w:val="008C2F78"/>
    <w:rsid w:val="008F0F07"/>
    <w:rsid w:val="008F2A13"/>
    <w:rsid w:val="00972FD1"/>
    <w:rsid w:val="009968C5"/>
    <w:rsid w:val="009A23AB"/>
    <w:rsid w:val="009C6B0D"/>
    <w:rsid w:val="009D180E"/>
    <w:rsid w:val="009D22F9"/>
    <w:rsid w:val="009E3EF2"/>
    <w:rsid w:val="00A10CE9"/>
    <w:rsid w:val="00A50FAA"/>
    <w:rsid w:val="00A5431F"/>
    <w:rsid w:val="00A860C4"/>
    <w:rsid w:val="00AB28A2"/>
    <w:rsid w:val="00AC463D"/>
    <w:rsid w:val="00B14490"/>
    <w:rsid w:val="00B32F4C"/>
    <w:rsid w:val="00B64F18"/>
    <w:rsid w:val="00B71D5B"/>
    <w:rsid w:val="00B74792"/>
    <w:rsid w:val="00B92FB1"/>
    <w:rsid w:val="00BB6AF4"/>
    <w:rsid w:val="00C10E75"/>
    <w:rsid w:val="00C21B90"/>
    <w:rsid w:val="00C2510F"/>
    <w:rsid w:val="00C31F14"/>
    <w:rsid w:val="00C51FD1"/>
    <w:rsid w:val="00CF260D"/>
    <w:rsid w:val="00CF6484"/>
    <w:rsid w:val="00D265D9"/>
    <w:rsid w:val="00D54C2A"/>
    <w:rsid w:val="00D55956"/>
    <w:rsid w:val="00DA27E1"/>
    <w:rsid w:val="00DC7837"/>
    <w:rsid w:val="00DE72B9"/>
    <w:rsid w:val="00E14BED"/>
    <w:rsid w:val="00E27DE3"/>
    <w:rsid w:val="00E346C1"/>
    <w:rsid w:val="00E5673A"/>
    <w:rsid w:val="00EE16E1"/>
    <w:rsid w:val="00F5284E"/>
    <w:rsid w:val="00F6566F"/>
    <w:rsid w:val="00F67EB0"/>
    <w:rsid w:val="00F75C33"/>
    <w:rsid w:val="00F921AE"/>
    <w:rsid w:val="00FA062C"/>
    <w:rsid w:val="00FA0845"/>
    <w:rsid w:val="00FD6CFC"/>
    <w:rsid w:val="00FF4596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0481"/>
    <o:shapelayout v:ext="edit">
      <o:idmap v:ext="edit" data="1"/>
    </o:shapelayout>
  </w:shapeDefaults>
  <w:decimalSymbol w:val=","/>
  <w:listSeparator w:val=";"/>
  <w14:docId w14:val="7C94E979"/>
  <w15:chartTrackingRefBased/>
  <w15:docId w15:val="{AF57003F-08C8-4BAE-BE43-3120A171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D5B"/>
    <w:pPr>
      <w:jc w:val="both"/>
    </w:pPr>
    <w:rPr>
      <w:color w:val="002F6C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30655A"/>
    <w:pPr>
      <w:jc w:val="left"/>
    </w:pPr>
    <w:rPr>
      <w:sz w:val="14"/>
    </w:rPr>
  </w:style>
  <w:style w:type="character" w:customStyle="1" w:styleId="En-tteCar">
    <w:name w:val="En-tête Car"/>
    <w:basedOn w:val="Policepardfaut"/>
    <w:link w:val="En-tte"/>
    <w:uiPriority w:val="99"/>
    <w:semiHidden/>
    <w:rsid w:val="0030655A"/>
    <w:rPr>
      <w:color w:val="002F6C" w:themeColor="text2"/>
      <w:sz w:val="14"/>
    </w:rPr>
  </w:style>
  <w:style w:type="paragraph" w:styleId="Pieddepage">
    <w:name w:val="footer"/>
    <w:basedOn w:val="Normal"/>
    <w:link w:val="PieddepageCar"/>
    <w:uiPriority w:val="99"/>
    <w:semiHidden/>
    <w:rsid w:val="0030655A"/>
    <w:pPr>
      <w:jc w:val="left"/>
    </w:pPr>
    <w:rPr>
      <w:sz w:val="14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30655A"/>
    <w:rPr>
      <w:color w:val="002F6C" w:themeColor="text2"/>
      <w:sz w:val="14"/>
    </w:rPr>
  </w:style>
  <w:style w:type="table" w:styleId="Grilledutableau">
    <w:name w:val="Table Grid"/>
    <w:basedOn w:val="TableauNormal"/>
    <w:uiPriority w:val="59"/>
    <w:rsid w:val="00306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30655A"/>
  </w:style>
  <w:style w:type="paragraph" w:customStyle="1" w:styleId="Titredoc">
    <w:name w:val="_Titre doc"/>
    <w:basedOn w:val="Normal"/>
    <w:next w:val="Normal"/>
    <w:uiPriority w:val="9"/>
    <w:qFormat/>
    <w:rsid w:val="00135836"/>
    <w:pPr>
      <w:jc w:val="left"/>
    </w:pPr>
    <w:rPr>
      <w:b/>
      <w:bCs/>
      <w:sz w:val="44"/>
      <w:szCs w:val="46"/>
    </w:rPr>
  </w:style>
  <w:style w:type="character" w:styleId="Textedelespacerserv">
    <w:name w:val="Placeholder Text"/>
    <w:basedOn w:val="Policepardfaut"/>
    <w:uiPriority w:val="99"/>
    <w:semiHidden/>
    <w:rsid w:val="007054D5"/>
    <w:rPr>
      <w:color w:val="808080"/>
    </w:rPr>
  </w:style>
  <w:style w:type="paragraph" w:customStyle="1" w:styleId="Datedoc">
    <w:name w:val="_Date doc"/>
    <w:basedOn w:val="Normal"/>
    <w:next w:val="Normal"/>
    <w:uiPriority w:val="11"/>
    <w:qFormat/>
    <w:rsid w:val="004D1597"/>
    <w:pPr>
      <w:jc w:val="left"/>
    </w:pPr>
  </w:style>
  <w:style w:type="paragraph" w:customStyle="1" w:styleId="Titre1">
    <w:name w:val="_Titre 1"/>
    <w:basedOn w:val="Normal"/>
    <w:next w:val="Normal"/>
    <w:uiPriority w:val="4"/>
    <w:qFormat/>
    <w:rsid w:val="0034168B"/>
    <w:pPr>
      <w:keepNext/>
      <w:numPr>
        <w:numId w:val="1"/>
      </w:numPr>
      <w:spacing w:after="240"/>
      <w:jc w:val="left"/>
      <w:outlineLvl w:val="0"/>
    </w:pPr>
    <w:rPr>
      <w:b/>
      <w:bCs/>
      <w:color w:val="E30015" w:themeColor="accent1"/>
      <w:sz w:val="32"/>
      <w:szCs w:val="36"/>
    </w:rPr>
  </w:style>
  <w:style w:type="paragraph" w:customStyle="1" w:styleId="Titre2">
    <w:name w:val="_Titre 2"/>
    <w:basedOn w:val="Normal"/>
    <w:next w:val="Normal"/>
    <w:uiPriority w:val="4"/>
    <w:qFormat/>
    <w:rsid w:val="00263221"/>
    <w:pPr>
      <w:keepNext/>
      <w:numPr>
        <w:ilvl w:val="1"/>
        <w:numId w:val="1"/>
      </w:numPr>
      <w:spacing w:before="360" w:after="240"/>
      <w:ind w:left="0"/>
      <w:jc w:val="left"/>
      <w:outlineLvl w:val="1"/>
    </w:pPr>
    <w:rPr>
      <w:b/>
      <w:bCs/>
      <w:sz w:val="26"/>
      <w:szCs w:val="26"/>
    </w:rPr>
  </w:style>
  <w:style w:type="paragraph" w:customStyle="1" w:styleId="Intertitre">
    <w:name w:val="_Intertitre"/>
    <w:basedOn w:val="Normal"/>
    <w:next w:val="Normal"/>
    <w:uiPriority w:val="5"/>
    <w:qFormat/>
    <w:rsid w:val="00D55956"/>
    <w:pPr>
      <w:keepNext/>
      <w:spacing w:before="200" w:after="120"/>
      <w:jc w:val="left"/>
    </w:pPr>
    <w:rPr>
      <w:b/>
      <w:bCs/>
      <w:i/>
      <w:iCs/>
      <w:sz w:val="22"/>
      <w:szCs w:val="22"/>
    </w:rPr>
  </w:style>
  <w:style w:type="paragraph" w:styleId="TM1">
    <w:name w:val="toc 1"/>
    <w:basedOn w:val="Normal"/>
    <w:next w:val="Normal"/>
    <w:uiPriority w:val="39"/>
    <w:semiHidden/>
    <w:rsid w:val="00263221"/>
    <w:pPr>
      <w:spacing w:before="480"/>
      <w:jc w:val="left"/>
    </w:pPr>
    <w:rPr>
      <w:b/>
      <w:color w:val="E30015" w:themeColor="accent1"/>
      <w:sz w:val="36"/>
    </w:rPr>
  </w:style>
  <w:style w:type="paragraph" w:styleId="TM2">
    <w:name w:val="toc 2"/>
    <w:basedOn w:val="Normal"/>
    <w:next w:val="Normal"/>
    <w:uiPriority w:val="39"/>
    <w:semiHidden/>
    <w:rsid w:val="00263221"/>
    <w:pPr>
      <w:spacing w:before="160"/>
      <w:jc w:val="left"/>
    </w:pPr>
    <w:rPr>
      <w:b/>
      <w:sz w:val="26"/>
    </w:rPr>
  </w:style>
  <w:style w:type="character" w:styleId="Lienhypertexte">
    <w:name w:val="Hyperlink"/>
    <w:basedOn w:val="Policepardfaut"/>
    <w:uiPriority w:val="99"/>
    <w:semiHidden/>
    <w:rsid w:val="00263221"/>
    <w:rPr>
      <w:color w:val="E30015" w:themeColor="hyperlink"/>
      <w:u w:val="none"/>
    </w:rPr>
  </w:style>
  <w:style w:type="table" w:styleId="TableauGrille5Fonc-Accentuation1">
    <w:name w:val="Grid Table 5 Dark Accent 1"/>
    <w:basedOn w:val="TableauNormal"/>
    <w:uiPriority w:val="50"/>
    <w:rsid w:val="00AB28A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6C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band1Vert">
      <w:tblPr/>
      <w:tcPr>
        <w:shd w:val="clear" w:color="auto" w:fill="FF8D97" w:themeFill="accent1" w:themeFillTint="66"/>
      </w:tcPr>
    </w:tblStylePr>
    <w:tblStylePr w:type="band1Horz">
      <w:tblPr/>
      <w:tcPr>
        <w:shd w:val="clear" w:color="auto" w:fill="FF8D97" w:themeFill="accent1" w:themeFillTint="66"/>
      </w:tcPr>
    </w:tblStylePr>
  </w:style>
  <w:style w:type="character" w:styleId="Lienhypertextesuivivisit">
    <w:name w:val="FollowedHyperlink"/>
    <w:basedOn w:val="Policepardfaut"/>
    <w:uiPriority w:val="99"/>
    <w:semiHidden/>
    <w:rsid w:val="00263221"/>
    <w:rPr>
      <w:color w:val="E30015" w:themeColor="followedHyperlink"/>
      <w:u w:val="none"/>
    </w:rPr>
  </w:style>
  <w:style w:type="table" w:styleId="TableauGrille4-Accentuation1">
    <w:name w:val="Grid Table 4 Accent 1"/>
    <w:basedOn w:val="TableauNormal"/>
    <w:uiPriority w:val="49"/>
    <w:rsid w:val="00AB28A2"/>
    <w:tblPr>
      <w:tblStyleRowBandSize w:val="1"/>
      <w:tblStyleColBandSize w:val="1"/>
      <w:tblBorders>
        <w:top w:val="single" w:sz="4" w:space="0" w:color="FF5564" w:themeColor="accent1" w:themeTint="99"/>
        <w:left w:val="single" w:sz="4" w:space="0" w:color="FF5564" w:themeColor="accent1" w:themeTint="99"/>
        <w:bottom w:val="single" w:sz="4" w:space="0" w:color="FF5564" w:themeColor="accent1" w:themeTint="99"/>
        <w:right w:val="single" w:sz="4" w:space="0" w:color="FF5564" w:themeColor="accent1" w:themeTint="99"/>
        <w:insideH w:val="single" w:sz="4" w:space="0" w:color="FF5564" w:themeColor="accent1" w:themeTint="99"/>
        <w:insideV w:val="single" w:sz="4" w:space="0" w:color="FF556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0015" w:themeColor="accent1"/>
          <w:left w:val="single" w:sz="4" w:space="0" w:color="E30015" w:themeColor="accent1"/>
          <w:bottom w:val="single" w:sz="4" w:space="0" w:color="E30015" w:themeColor="accent1"/>
          <w:right w:val="single" w:sz="4" w:space="0" w:color="E30015" w:themeColor="accent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</w:rPr>
      <w:tblPr/>
      <w:tcPr>
        <w:tcBorders>
          <w:top w:val="double" w:sz="4" w:space="0" w:color="E3001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CB" w:themeFill="accent1" w:themeFillTint="33"/>
      </w:tcPr>
    </w:tblStylePr>
    <w:tblStylePr w:type="band1Horz">
      <w:tblPr/>
      <w:tcPr>
        <w:shd w:val="clear" w:color="auto" w:fill="FFC6CB" w:themeFill="accent1" w:themeFillTint="33"/>
      </w:tcPr>
    </w:tblStylePr>
  </w:style>
  <w:style w:type="paragraph" w:styleId="Paragraphedeliste">
    <w:name w:val="List Paragraph"/>
    <w:basedOn w:val="Normal"/>
    <w:uiPriority w:val="34"/>
    <w:qFormat/>
    <w:rsid w:val="00094C7D"/>
    <w:pPr>
      <w:ind w:left="720"/>
      <w:contextualSpacing/>
    </w:pPr>
  </w:style>
  <w:style w:type="paragraph" w:customStyle="1" w:styleId="Puce">
    <w:name w:val="_Puce"/>
    <w:basedOn w:val="Normal"/>
    <w:uiPriority w:val="5"/>
    <w:qFormat/>
    <w:rsid w:val="00094C7D"/>
    <w:pPr>
      <w:numPr>
        <w:numId w:val="2"/>
      </w:numPr>
    </w:pPr>
  </w:style>
  <w:style w:type="paragraph" w:customStyle="1" w:styleId="Lgende">
    <w:name w:val="_Légende"/>
    <w:basedOn w:val="Normal"/>
    <w:next w:val="Normal"/>
    <w:uiPriority w:val="6"/>
    <w:qFormat/>
    <w:rsid w:val="009D22F9"/>
    <w:pPr>
      <w:spacing w:before="120" w:after="240"/>
      <w:jc w:val="right"/>
    </w:pPr>
    <w:rPr>
      <w:i/>
      <w:iCs/>
      <w:sz w:val="14"/>
      <w:szCs w:val="14"/>
    </w:rPr>
  </w:style>
  <w:style w:type="table" w:customStyle="1" w:styleId="TableauEFS">
    <w:name w:val="_Tableau EFS"/>
    <w:basedOn w:val="TableauNormal"/>
    <w:uiPriority w:val="99"/>
    <w:rsid w:val="00E14BED"/>
    <w:pPr>
      <w:jc w:val="center"/>
    </w:pPr>
    <w:rPr>
      <w:color w:val="002F6C" w:themeColor="text2"/>
      <w:sz w:val="18"/>
    </w:rPr>
    <w:tblPr>
      <w:tblBorders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DAF1F5" w:themeFill="accent3" w:themeFillTint="33"/>
      <w:vAlign w:val="center"/>
    </w:tcPr>
    <w:tblStylePr w:type="firstRow">
      <w:rPr>
        <w:b/>
        <w:color w:val="FFFFFF" w:themeColor="background1"/>
      </w:rPr>
      <w:tblPr/>
      <w:tcPr>
        <w:shd w:val="clear" w:color="auto" w:fill="E30015" w:themeFill="accent1"/>
      </w:tcPr>
    </w:tblStylePr>
    <w:tblStylePr w:type="lastRow">
      <w:rPr>
        <w:b/>
        <w:color w:val="FFFFFF" w:themeColor="background1"/>
      </w:rPr>
      <w:tblPr/>
      <w:tcPr>
        <w:tcBorders>
          <w:top w:val="single" w:sz="24" w:space="0" w:color="FFFFFF" w:themeColor="background1"/>
        </w:tcBorders>
        <w:shd w:val="clear" w:color="auto" w:fill="E30015" w:themeFill="accent1"/>
      </w:tcPr>
    </w:tblStylePr>
    <w:tblStylePr w:type="firstCol">
      <w:rPr>
        <w:b/>
      </w:rPr>
    </w:tblStylePr>
  </w:style>
  <w:style w:type="paragraph" w:customStyle="1" w:styleId="Exergue">
    <w:name w:val="_Exergue"/>
    <w:basedOn w:val="Normal"/>
    <w:next w:val="Normal"/>
    <w:link w:val="ExergueCar"/>
    <w:uiPriority w:val="6"/>
    <w:qFormat/>
    <w:rsid w:val="002C54A1"/>
    <w:rPr>
      <w:color w:val="E30015" w:themeColor="accent1"/>
    </w:rPr>
  </w:style>
  <w:style w:type="character" w:customStyle="1" w:styleId="ExergueCar">
    <w:name w:val="_Exergue Car"/>
    <w:basedOn w:val="Policepardfaut"/>
    <w:link w:val="Exergue"/>
    <w:uiPriority w:val="6"/>
    <w:rsid w:val="002C54A1"/>
    <w:rPr>
      <w:color w:val="E30015" w:themeColor="accent1"/>
    </w:rPr>
  </w:style>
  <w:style w:type="paragraph" w:customStyle="1" w:styleId="Sous-titredoc">
    <w:name w:val="_Sous-titre doc"/>
    <w:basedOn w:val="Normal"/>
    <w:next w:val="Normal"/>
    <w:uiPriority w:val="10"/>
    <w:qFormat/>
    <w:rsid w:val="00135836"/>
    <w:pPr>
      <w:jc w:val="left"/>
    </w:pPr>
    <w:rPr>
      <w:b/>
      <w:bCs/>
      <w:color w:val="E30015" w:themeColor="accent1"/>
      <w:sz w:val="2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Com%20instit%20et%20Relations%20presse\Com_instit\Refonte_Marque_Corpo\05_PRODUCTIONS\04_GABARITS\01_BUREAUTIQUE\MASQUEWORD\WORD_VDEF\MODELE_WORD_CR_NOTE.dotx" TargetMode="External"/></Relationships>
</file>

<file path=word/theme/theme1.xml><?xml version="1.0" encoding="utf-8"?>
<a:theme xmlns:a="http://schemas.openxmlformats.org/drawingml/2006/main" name="Thème Office">
  <a:themeElements>
    <a:clrScheme name="EFS_Couleurs">
      <a:dk1>
        <a:sysClr val="windowText" lastClr="000000"/>
      </a:dk1>
      <a:lt1>
        <a:sysClr val="window" lastClr="FFFFFF"/>
      </a:lt1>
      <a:dk2>
        <a:srgbClr val="002F6C"/>
      </a:dk2>
      <a:lt2>
        <a:srgbClr val="ECECED"/>
      </a:lt2>
      <a:accent1>
        <a:srgbClr val="E30015"/>
      </a:accent1>
      <a:accent2>
        <a:srgbClr val="002F6C"/>
      </a:accent2>
      <a:accent3>
        <a:srgbClr val="49BDCF"/>
      </a:accent3>
      <a:accent4>
        <a:srgbClr val="C9934F"/>
      </a:accent4>
      <a:accent5>
        <a:srgbClr val="EAAB00"/>
      </a:accent5>
      <a:accent6>
        <a:srgbClr val="484847"/>
      </a:accent6>
      <a:hlink>
        <a:srgbClr val="E30015"/>
      </a:hlink>
      <a:folHlink>
        <a:srgbClr val="E30015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FA0E0-98E3-4C66-9455-42F06846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MODELE_WORD_CR_NOTE</Template>
  <TotalTime>5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</vt:lpstr>
    </vt:vector>
  </TitlesOfParts>
  <Company>EFS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</dc:title>
  <dc:subject/>
  <dc:creator>Manon.Uguen</dc:creator>
  <cp:keywords/>
  <dc:description/>
  <cp:lastModifiedBy>pierre hec</cp:lastModifiedBy>
  <cp:revision>13</cp:revision>
  <cp:lastPrinted>2024-11-29T14:12:00Z</cp:lastPrinted>
  <dcterms:created xsi:type="dcterms:W3CDTF">2022-08-24T09:15:00Z</dcterms:created>
  <dcterms:modified xsi:type="dcterms:W3CDTF">2025-05-20T12:16:00Z</dcterms:modified>
</cp:coreProperties>
</file>